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E12485" w:rsidRPr="000A63AF" w14:paraId="5E3BC437" w14:textId="77777777" w:rsidTr="00E35066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AC33BF1" w14:textId="77777777" w:rsidR="00E12485" w:rsidRPr="00C240D5" w:rsidRDefault="00E12485" w:rsidP="00E12485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7EDF403F" w14:textId="77777777" w:rsidR="00E12485" w:rsidRPr="00BF0512" w:rsidRDefault="00E12485" w:rsidP="00E12485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Red and yellow counters are shared in the ratio</w:t>
            </w:r>
            <w:r w:rsidRPr="00BF0512">
              <w:rPr>
                <w:rFonts w:ascii="Century Gothic" w:hAnsi="Century Gothic" w:cs="Tahoma"/>
              </w:rPr>
              <w:t xml:space="preserve"> 2:</w:t>
            </w:r>
            <w:r>
              <w:rPr>
                <w:rFonts w:ascii="Century Gothic" w:hAnsi="Century Gothic" w:cs="Tahoma"/>
              </w:rPr>
              <w:t>3</w:t>
            </w:r>
            <w:proofErr w:type="gramStart"/>
            <w:r>
              <w:rPr>
                <w:rFonts w:ascii="Century Gothic" w:hAnsi="Century Gothic" w:cs="Tahoma"/>
              </w:rPr>
              <w:t>.  There</w:t>
            </w:r>
            <w:proofErr w:type="gramEnd"/>
            <w:r>
              <w:rPr>
                <w:rFonts w:ascii="Century Gothic" w:hAnsi="Century Gothic" w:cs="Tahoma"/>
              </w:rPr>
              <w:t xml:space="preserve"> are 10 red counters.  How many yellow counters are there?</w:t>
            </w:r>
          </w:p>
        </w:tc>
        <w:tc>
          <w:tcPr>
            <w:tcW w:w="567" w:type="dxa"/>
            <w:tcBorders>
              <w:right w:val="nil"/>
            </w:tcBorders>
          </w:tcPr>
          <w:p w14:paraId="55B0BDD3" w14:textId="77777777" w:rsidR="00E12485" w:rsidRPr="005D37DE" w:rsidRDefault="00E12485" w:rsidP="00E12485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786F3B1D" w14:textId="77777777" w:rsidR="00E12485" w:rsidRPr="00406B36" w:rsidRDefault="00E12485" w:rsidP="00E12485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406B36">
              <w:rPr>
                <w:rFonts w:ascii="Century Gothic" w:hAnsi="Century Gothic" w:cs="Tahoma"/>
              </w:rPr>
              <w:t>A brick has a density of 600kg/m</w:t>
            </w:r>
            <w:r w:rsidRPr="00406B36">
              <w:rPr>
                <w:rFonts w:ascii="Century Gothic" w:hAnsi="Century Gothic" w:cs="Tahoma"/>
                <w:vertAlign w:val="superscript"/>
              </w:rPr>
              <w:t>3</w:t>
            </w:r>
            <w:r w:rsidRPr="00406B36">
              <w:rPr>
                <w:rFonts w:ascii="Century Gothic" w:hAnsi="Century Gothic" w:cs="Tahoma"/>
              </w:rPr>
              <w:t>.  If it has a volume of 2m</w:t>
            </w:r>
            <w:r w:rsidRPr="00406B36">
              <w:rPr>
                <w:rFonts w:ascii="Century Gothic" w:hAnsi="Century Gothic" w:cs="Tahoma"/>
                <w:vertAlign w:val="superscript"/>
              </w:rPr>
              <w:t>3</w:t>
            </w:r>
            <w:r w:rsidRPr="00406B36">
              <w:rPr>
                <w:rFonts w:ascii="Century Gothic" w:hAnsi="Century Gothic" w:cs="Tahoma"/>
              </w:rPr>
              <w:t>, then what is its mass?</w:t>
            </w:r>
          </w:p>
        </w:tc>
      </w:tr>
      <w:tr w:rsidR="00E12485" w:rsidRPr="00C240D5" w14:paraId="03756109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5E35569" w14:textId="77777777" w:rsidR="00E12485" w:rsidRPr="00C240D5" w:rsidRDefault="00E12485" w:rsidP="00E12485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D507868" w14:textId="77777777" w:rsidR="00E12485" w:rsidRDefault="00E12485" w:rsidP="00E12485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6C310F9" wp14:editId="046EC40D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610235</wp:posOffset>
                      </wp:positionV>
                      <wp:extent cx="833120" cy="6985"/>
                      <wp:effectExtent l="0" t="0" r="17780" b="1841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12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1015EB7" id="Straight Connector 12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05pt" to="222.5pt,4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" strokecolor="#4579b8 [3044]"/>
                  </w:pict>
                </mc:Fallback>
              </mc:AlternateContent>
            </w: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863E4EA" wp14:editId="1B51B5B5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E7BB60" id="Oval 14" o:spid="_x0000_s1026" style="position:absolute;margin-left:156.9pt;margin-top:16.15pt;width:65.6pt;height:65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Pn89Fd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8B4AC49" wp14:editId="36422398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274955</wp:posOffset>
                      </wp:positionV>
                      <wp:extent cx="504190" cy="233045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8DDF7B" w14:textId="77777777" w:rsidR="00E12485" w:rsidRDefault="00E12485" w:rsidP="00E12485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B4AC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173.2pt;margin-top:21.65pt;width:39.7pt;height:18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" filled="f" stroked="f" strokeweight=".5pt">
                      <v:textbox>
                        <w:txbxContent>
                          <w:p w14:paraId="118DDF7B" w14:textId="77777777" w:rsidR="00E12485" w:rsidRDefault="00E12485" w:rsidP="00E12485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5cm.</w:t>
            </w:r>
          </w:p>
          <w:p w14:paraId="432810C3" w14:textId="77777777" w:rsidR="00E12485" w:rsidRPr="005D37DE" w:rsidRDefault="00E12485" w:rsidP="00E12485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area.</w:t>
            </w:r>
          </w:p>
          <w:p w14:paraId="7317E0BA" w14:textId="77777777" w:rsidR="00E12485" w:rsidRPr="005D37DE" w:rsidRDefault="00E12485" w:rsidP="00E12485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7615423E" w14:textId="77777777" w:rsidR="00E12485" w:rsidRPr="005D37DE" w:rsidRDefault="00E12485" w:rsidP="00E12485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89B3C56" w14:textId="77777777" w:rsidR="00E12485" w:rsidRPr="00F35C69" w:rsidRDefault="00E12485" w:rsidP="00E12485">
            <w:pPr>
              <w:spacing w:before="120"/>
              <w:rPr>
                <w:rFonts w:ascii="Century Gothic" w:hAnsi="Century Gothic" w:cs="Tahoma"/>
              </w:rPr>
            </w:pPr>
            <w:r w:rsidRPr="00F35C69">
              <w:rPr>
                <w:rFonts w:ascii="Century Gothic" w:hAnsi="Century Gothic" w:cs="Tahoma"/>
              </w:rPr>
              <w:t>Expand and simplify:</w:t>
            </w:r>
          </w:p>
          <w:p w14:paraId="666673CD" w14:textId="77777777" w:rsidR="00E12485" w:rsidRPr="00F35C69" w:rsidRDefault="00E12485" w:rsidP="00E12485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(x+5)(x-4)</m:t>
                </m:r>
              </m:oMath>
            </m:oMathPara>
          </w:p>
        </w:tc>
      </w:tr>
      <w:tr w:rsidR="00E12485" w:rsidRPr="00C240D5" w14:paraId="26C81005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4918366A" w14:textId="77777777" w:rsidR="00E12485" w:rsidRPr="00C240D5" w:rsidRDefault="00E12485" w:rsidP="00E12485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0EC576D" w14:textId="77777777" w:rsidR="00E12485" w:rsidRDefault="00E12485" w:rsidP="00E12485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5E2BF0C" w14:textId="77777777" w:rsidR="00E12485" w:rsidRPr="009F6C6A" w:rsidRDefault="00E12485" w:rsidP="00E12485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25C451A" wp14:editId="48D3C9D7">
                      <wp:simplePos x="0" y="0"/>
                      <wp:positionH relativeFrom="column">
                        <wp:posOffset>371328</wp:posOffset>
                      </wp:positionH>
                      <wp:positionV relativeFrom="paragraph">
                        <wp:posOffset>315937</wp:posOffset>
                      </wp:positionV>
                      <wp:extent cx="197241" cy="335666"/>
                      <wp:effectExtent l="0" t="0" r="6350" b="0"/>
                      <wp:wrapNone/>
                      <wp:docPr id="22" name="Freeform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241" cy="335666"/>
                              </a:xfrm>
                              <a:custGeom>
                                <a:avLst/>
                                <a:gdLst>
                                  <a:gd name="connsiteX0" fmla="*/ 0 w 162046"/>
                                  <a:gd name="connsiteY0" fmla="*/ 277793 h 335666"/>
                                  <a:gd name="connsiteX1" fmla="*/ 150471 w 162046"/>
                                  <a:gd name="connsiteY1" fmla="*/ 0 h 335666"/>
                                  <a:gd name="connsiteX2" fmla="*/ 162046 w 162046"/>
                                  <a:gd name="connsiteY2" fmla="*/ 335666 h 335666"/>
                                  <a:gd name="connsiteX3" fmla="*/ 0 w 162046"/>
                                  <a:gd name="connsiteY3" fmla="*/ 277793 h 335666"/>
                                  <a:gd name="connsiteX0" fmla="*/ 0 w 197241"/>
                                  <a:gd name="connsiteY0" fmla="*/ 277793 h 335666"/>
                                  <a:gd name="connsiteX1" fmla="*/ 150471 w 197241"/>
                                  <a:gd name="connsiteY1" fmla="*/ 0 h 335666"/>
                                  <a:gd name="connsiteX2" fmla="*/ 197241 w 197241"/>
                                  <a:gd name="connsiteY2" fmla="*/ 335666 h 335666"/>
                                  <a:gd name="connsiteX3" fmla="*/ 0 w 197241"/>
                                  <a:gd name="connsiteY3" fmla="*/ 277793 h 335666"/>
                                  <a:gd name="connsiteX0" fmla="*/ 0 w 197241"/>
                                  <a:gd name="connsiteY0" fmla="*/ 277793 h 335666"/>
                                  <a:gd name="connsiteX1" fmla="*/ 150471 w 197241"/>
                                  <a:gd name="connsiteY1" fmla="*/ 0 h 335666"/>
                                  <a:gd name="connsiteX2" fmla="*/ 197241 w 197241"/>
                                  <a:gd name="connsiteY2" fmla="*/ 335666 h 335666"/>
                                  <a:gd name="connsiteX3" fmla="*/ 0 w 197241"/>
                                  <a:gd name="connsiteY3" fmla="*/ 277793 h 335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7241" h="335666">
                                    <a:moveTo>
                                      <a:pt x="0" y="277793"/>
                                    </a:moveTo>
                                    <a:lnTo>
                                      <a:pt x="150471" y="0"/>
                                    </a:lnTo>
                                    <a:lnTo>
                                      <a:pt x="197241" y="335666"/>
                                    </a:lnTo>
                                    <a:lnTo>
                                      <a:pt x="0" y="2777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374D1C" id="Freeform 22" o:spid="_x0000_s1026" style="position:absolute;margin-left:29.25pt;margin-top:24.9pt;width:15.55pt;height:26.4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7241,3356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" path="m,277793l150471,r46770,335666l,277793xe" fillcolor="white [3212]" stroked="f" strokeweight="2pt">
                      <v:path arrowok="t" o:connecttype="custom" o:connectlocs="0,277793;150471,0;197241,335666;0,277793" o:connectangles="0,0,0,0"/>
                    </v:shape>
                  </w:pict>
                </mc:Fallback>
              </mc:AlternateContent>
            </w: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1728" behindDoc="0" locked="0" layoutInCell="1" allowOverlap="1" wp14:anchorId="7FF31D4F" wp14:editId="2CB86898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877184</wp:posOffset>
                  </wp:positionV>
                  <wp:extent cx="572135" cy="401320"/>
                  <wp:effectExtent l="0" t="0" r="0" b="508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99163AA" wp14:editId="19A93F6F">
                  <wp:extent cx="904875" cy="1022582"/>
                  <wp:effectExtent l="0" t="0" r="0" b="635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044" cy="102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1B4F6E" w14:textId="77777777" w:rsidR="00E12485" w:rsidRDefault="00E12485" w:rsidP="00E1248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0704" behindDoc="0" locked="0" layoutInCell="1" allowOverlap="1" wp14:anchorId="0CF35487" wp14:editId="6DFE724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9" name="Picture 2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9680" behindDoc="0" locked="0" layoutInCell="1" allowOverlap="1" wp14:anchorId="55738A60" wp14:editId="4C906AB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0" name="Picture 3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24.2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C7196B9" w14:textId="41869867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p w14:paraId="00FBA615" w14:textId="31D9CA01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68206635" w:rsidR="00611673" w:rsidRDefault="00611673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A77AC6" w:rsidRPr="000A63AF" w14:paraId="42C0CC21" w14:textId="77777777" w:rsidTr="00E35066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BCE28C0" w14:textId="77777777" w:rsidR="00A77AC6" w:rsidRPr="00C240D5" w:rsidRDefault="00A77AC6" w:rsidP="00A77AC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4EFE16CE" w14:textId="4CAEAFBB" w:rsidR="00A77AC6" w:rsidRPr="00BF0512" w:rsidRDefault="00A77AC6" w:rsidP="00A77AC6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Red and yellow counters are shared in the ratio</w:t>
            </w:r>
            <w:r w:rsidRPr="00BF0512">
              <w:rPr>
                <w:rFonts w:ascii="Century Gothic" w:hAnsi="Century Gothic" w:cs="Tahoma"/>
              </w:rPr>
              <w:t xml:space="preserve"> 2:</w:t>
            </w:r>
            <w:r>
              <w:rPr>
                <w:rFonts w:ascii="Century Gothic" w:hAnsi="Century Gothic" w:cs="Tahoma"/>
              </w:rPr>
              <w:t>3</w:t>
            </w:r>
            <w:proofErr w:type="gramStart"/>
            <w:r>
              <w:rPr>
                <w:rFonts w:ascii="Century Gothic" w:hAnsi="Century Gothic" w:cs="Tahoma"/>
              </w:rPr>
              <w:t>.  There</w:t>
            </w:r>
            <w:proofErr w:type="gramEnd"/>
            <w:r>
              <w:rPr>
                <w:rFonts w:ascii="Century Gothic" w:hAnsi="Century Gothic" w:cs="Tahoma"/>
              </w:rPr>
              <w:t xml:space="preserve"> are 10 red counters.  How many yellow counters are there?</w:t>
            </w:r>
          </w:p>
        </w:tc>
        <w:tc>
          <w:tcPr>
            <w:tcW w:w="567" w:type="dxa"/>
            <w:tcBorders>
              <w:right w:val="nil"/>
            </w:tcBorders>
          </w:tcPr>
          <w:p w14:paraId="04BDBA80" w14:textId="77777777" w:rsidR="00A77AC6" w:rsidRPr="005D37DE" w:rsidRDefault="00A77AC6" w:rsidP="00A77AC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7DA875EC" w14:textId="77777777" w:rsidR="00A77AC6" w:rsidRPr="00406B36" w:rsidRDefault="00A77AC6" w:rsidP="00A77AC6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406B36">
              <w:rPr>
                <w:rFonts w:ascii="Century Gothic" w:hAnsi="Century Gothic" w:cs="Tahoma"/>
              </w:rPr>
              <w:t>A brick has a density of 600kg/m</w:t>
            </w:r>
            <w:r w:rsidRPr="00406B36">
              <w:rPr>
                <w:rFonts w:ascii="Century Gothic" w:hAnsi="Century Gothic" w:cs="Tahoma"/>
                <w:vertAlign w:val="superscript"/>
              </w:rPr>
              <w:t>3</w:t>
            </w:r>
            <w:r w:rsidRPr="00406B36">
              <w:rPr>
                <w:rFonts w:ascii="Century Gothic" w:hAnsi="Century Gothic" w:cs="Tahoma"/>
              </w:rPr>
              <w:t>.  If it has a volume of 2m</w:t>
            </w:r>
            <w:r w:rsidRPr="00406B36">
              <w:rPr>
                <w:rFonts w:ascii="Century Gothic" w:hAnsi="Century Gothic" w:cs="Tahoma"/>
                <w:vertAlign w:val="superscript"/>
              </w:rPr>
              <w:t>3</w:t>
            </w:r>
            <w:r w:rsidRPr="00406B36">
              <w:rPr>
                <w:rFonts w:ascii="Century Gothic" w:hAnsi="Century Gothic" w:cs="Tahoma"/>
              </w:rPr>
              <w:t>, then what is its mass?</w:t>
            </w:r>
          </w:p>
        </w:tc>
      </w:tr>
      <w:tr w:rsidR="00A77AC6" w:rsidRPr="00C240D5" w14:paraId="6498AFEB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963EF51" w14:textId="77777777" w:rsidR="00A77AC6" w:rsidRPr="00C240D5" w:rsidRDefault="00A77AC6" w:rsidP="00A77AC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09E0F4C2" w14:textId="77777777" w:rsidR="00A77AC6" w:rsidRDefault="00A77AC6" w:rsidP="00A77AC6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2FAA84D" wp14:editId="751773C0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610235</wp:posOffset>
                      </wp:positionV>
                      <wp:extent cx="833120" cy="6985"/>
                      <wp:effectExtent l="0" t="0" r="17780" b="1841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12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EFE1870" id="Straight Connector 17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05pt" to="222.5pt,4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" strokecolor="#4579b8 [3044]"/>
                  </w:pict>
                </mc:Fallback>
              </mc:AlternateContent>
            </w: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FC08E87" wp14:editId="39289B99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F0AE25" id="Oval 19" o:spid="_x0000_s1026" style="position:absolute;margin-left:156.9pt;margin-top:16.15pt;width:65.6pt;height:65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IDYznF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5E60C27" wp14:editId="456D30A0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274955</wp:posOffset>
                      </wp:positionV>
                      <wp:extent cx="504190" cy="233045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116EA3" w14:textId="77777777" w:rsidR="00A77AC6" w:rsidRDefault="00A77AC6" w:rsidP="00A77AC6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60C27" id="Text Box 20" o:spid="_x0000_s1027" type="#_x0000_t202" style="position:absolute;margin-left:173.2pt;margin-top:21.65pt;width:39.7pt;height:18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" filled="f" stroked="f" strokeweight=".5pt">
                      <v:textbox>
                        <w:txbxContent>
                          <w:p w14:paraId="34116EA3" w14:textId="77777777" w:rsidR="00A77AC6" w:rsidRDefault="00A77AC6" w:rsidP="00A77AC6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5cm.</w:t>
            </w:r>
          </w:p>
          <w:p w14:paraId="161A738C" w14:textId="77777777" w:rsidR="00A77AC6" w:rsidRPr="005D37DE" w:rsidRDefault="00A77AC6" w:rsidP="00A77AC6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area.</w:t>
            </w:r>
          </w:p>
          <w:p w14:paraId="0FCF76C3" w14:textId="77777777" w:rsidR="00A77AC6" w:rsidRPr="005D37DE" w:rsidRDefault="00A77AC6" w:rsidP="00A77AC6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250BD375" w14:textId="77777777" w:rsidR="00A77AC6" w:rsidRPr="005D37DE" w:rsidRDefault="00A77AC6" w:rsidP="00A77AC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1BC0752" w14:textId="5A94A43D" w:rsidR="00A77AC6" w:rsidRPr="00F35C69" w:rsidRDefault="00A77AC6" w:rsidP="00A77AC6">
            <w:pPr>
              <w:spacing w:before="120"/>
              <w:rPr>
                <w:rFonts w:ascii="Century Gothic" w:hAnsi="Century Gothic" w:cs="Tahoma"/>
              </w:rPr>
            </w:pPr>
            <w:r w:rsidRPr="00F35C69">
              <w:rPr>
                <w:rFonts w:ascii="Century Gothic" w:hAnsi="Century Gothic" w:cs="Tahoma"/>
              </w:rPr>
              <w:t>Expand and simplify:</w:t>
            </w:r>
          </w:p>
          <w:p w14:paraId="3571AA22" w14:textId="77777777" w:rsidR="00A77AC6" w:rsidRPr="00F35C69" w:rsidRDefault="00A77AC6" w:rsidP="00A77AC6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(x+5)(x-4)</m:t>
                </m:r>
              </m:oMath>
            </m:oMathPara>
          </w:p>
        </w:tc>
      </w:tr>
      <w:tr w:rsidR="00A77AC6" w:rsidRPr="00C240D5" w14:paraId="6E4F2DAB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0A1B4D8" w14:textId="77777777" w:rsidR="00A77AC6" w:rsidRPr="00C240D5" w:rsidRDefault="00A77AC6" w:rsidP="00A77AC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6A3A094" w14:textId="36744E89" w:rsidR="00A77AC6" w:rsidRDefault="00A77AC6" w:rsidP="00A77AC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2E542D00" w14:textId="7E00F850" w:rsidR="00A77AC6" w:rsidRPr="009F6C6A" w:rsidRDefault="00A77AC6" w:rsidP="00A77AC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8EF38A7" wp14:editId="0643163E">
                      <wp:simplePos x="0" y="0"/>
                      <wp:positionH relativeFrom="column">
                        <wp:posOffset>371328</wp:posOffset>
                      </wp:positionH>
                      <wp:positionV relativeFrom="paragraph">
                        <wp:posOffset>315937</wp:posOffset>
                      </wp:positionV>
                      <wp:extent cx="197241" cy="335666"/>
                      <wp:effectExtent l="0" t="0" r="6350" b="0"/>
                      <wp:wrapNone/>
                      <wp:docPr id="21" name="Freeform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241" cy="335666"/>
                              </a:xfrm>
                              <a:custGeom>
                                <a:avLst/>
                                <a:gdLst>
                                  <a:gd name="connsiteX0" fmla="*/ 0 w 162046"/>
                                  <a:gd name="connsiteY0" fmla="*/ 277793 h 335666"/>
                                  <a:gd name="connsiteX1" fmla="*/ 150471 w 162046"/>
                                  <a:gd name="connsiteY1" fmla="*/ 0 h 335666"/>
                                  <a:gd name="connsiteX2" fmla="*/ 162046 w 162046"/>
                                  <a:gd name="connsiteY2" fmla="*/ 335666 h 335666"/>
                                  <a:gd name="connsiteX3" fmla="*/ 0 w 162046"/>
                                  <a:gd name="connsiteY3" fmla="*/ 277793 h 335666"/>
                                  <a:gd name="connsiteX0" fmla="*/ 0 w 197241"/>
                                  <a:gd name="connsiteY0" fmla="*/ 277793 h 335666"/>
                                  <a:gd name="connsiteX1" fmla="*/ 150471 w 197241"/>
                                  <a:gd name="connsiteY1" fmla="*/ 0 h 335666"/>
                                  <a:gd name="connsiteX2" fmla="*/ 197241 w 197241"/>
                                  <a:gd name="connsiteY2" fmla="*/ 335666 h 335666"/>
                                  <a:gd name="connsiteX3" fmla="*/ 0 w 197241"/>
                                  <a:gd name="connsiteY3" fmla="*/ 277793 h 335666"/>
                                  <a:gd name="connsiteX0" fmla="*/ 0 w 197241"/>
                                  <a:gd name="connsiteY0" fmla="*/ 277793 h 335666"/>
                                  <a:gd name="connsiteX1" fmla="*/ 150471 w 197241"/>
                                  <a:gd name="connsiteY1" fmla="*/ 0 h 335666"/>
                                  <a:gd name="connsiteX2" fmla="*/ 197241 w 197241"/>
                                  <a:gd name="connsiteY2" fmla="*/ 335666 h 335666"/>
                                  <a:gd name="connsiteX3" fmla="*/ 0 w 197241"/>
                                  <a:gd name="connsiteY3" fmla="*/ 277793 h 3356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7241" h="335666">
                                    <a:moveTo>
                                      <a:pt x="0" y="277793"/>
                                    </a:moveTo>
                                    <a:lnTo>
                                      <a:pt x="150471" y="0"/>
                                    </a:lnTo>
                                    <a:lnTo>
                                      <a:pt x="197241" y="335666"/>
                                    </a:lnTo>
                                    <a:lnTo>
                                      <a:pt x="0" y="27779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634A797" id="Freeform 21" o:spid="_x0000_s1026" style="position:absolute;margin-left:29.25pt;margin-top:24.9pt;width:15.55pt;height:26.4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7241,3356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" path="m,277793l150471,r46770,335666l,277793xe" fillcolor="white [3212]" stroked="f" strokeweight="2pt">
                      <v:path arrowok="t" o:connecttype="custom" o:connectlocs="0,277793;150471,0;197241,335666;0,277793" o:connectangles="0,0,0,0"/>
                    </v:shape>
                  </w:pict>
                </mc:Fallback>
              </mc:AlternateContent>
            </w: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13536" behindDoc="0" locked="0" layoutInCell="1" allowOverlap="1" wp14:anchorId="7B9ECF50" wp14:editId="168438CF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877184</wp:posOffset>
                  </wp:positionV>
                  <wp:extent cx="572135" cy="401320"/>
                  <wp:effectExtent l="0" t="0" r="0" b="508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98423B4" wp14:editId="0D5AADAD">
                  <wp:extent cx="904875" cy="1022582"/>
                  <wp:effectExtent l="0" t="0" r="0" b="635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044" cy="1022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7DCB3" w14:textId="77777777" w:rsidR="00A77AC6" w:rsidRDefault="00A77AC6" w:rsidP="00A77AC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2512" behindDoc="0" locked="0" layoutInCell="1" allowOverlap="1" wp14:anchorId="6AC56DEF" wp14:editId="33174A7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1488" behindDoc="0" locked="0" layoutInCell="1" allowOverlap="1" wp14:anchorId="1F9136D0" wp14:editId="20F0932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24.2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433C"/>
    <w:rsid w:val="000740DB"/>
    <w:rsid w:val="000A43CA"/>
    <w:rsid w:val="000A63AF"/>
    <w:rsid w:val="000E162B"/>
    <w:rsid w:val="00105331"/>
    <w:rsid w:val="00125C71"/>
    <w:rsid w:val="001826A9"/>
    <w:rsid w:val="0020147F"/>
    <w:rsid w:val="00213C21"/>
    <w:rsid w:val="00242309"/>
    <w:rsid w:val="00247FD4"/>
    <w:rsid w:val="002A3B06"/>
    <w:rsid w:val="002C5377"/>
    <w:rsid w:val="002D5D86"/>
    <w:rsid w:val="00333535"/>
    <w:rsid w:val="003619CF"/>
    <w:rsid w:val="003F51D8"/>
    <w:rsid w:val="004008D8"/>
    <w:rsid w:val="00406B36"/>
    <w:rsid w:val="00450EB5"/>
    <w:rsid w:val="00493EE3"/>
    <w:rsid w:val="004A26C7"/>
    <w:rsid w:val="004F073D"/>
    <w:rsid w:val="0050136B"/>
    <w:rsid w:val="00505FC9"/>
    <w:rsid w:val="00523173"/>
    <w:rsid w:val="00525119"/>
    <w:rsid w:val="00564FE2"/>
    <w:rsid w:val="005D37DE"/>
    <w:rsid w:val="00611673"/>
    <w:rsid w:val="0064471D"/>
    <w:rsid w:val="00666CDC"/>
    <w:rsid w:val="0066773D"/>
    <w:rsid w:val="006B29CA"/>
    <w:rsid w:val="00705472"/>
    <w:rsid w:val="00731BAE"/>
    <w:rsid w:val="00734D85"/>
    <w:rsid w:val="007B4226"/>
    <w:rsid w:val="007E2C1A"/>
    <w:rsid w:val="0086001D"/>
    <w:rsid w:val="0090117B"/>
    <w:rsid w:val="0090585D"/>
    <w:rsid w:val="00950AD6"/>
    <w:rsid w:val="00977AE3"/>
    <w:rsid w:val="0099142F"/>
    <w:rsid w:val="009A72D8"/>
    <w:rsid w:val="009F6C6A"/>
    <w:rsid w:val="00A5698F"/>
    <w:rsid w:val="00A77AC6"/>
    <w:rsid w:val="00AD3C1A"/>
    <w:rsid w:val="00B2447F"/>
    <w:rsid w:val="00B40DC9"/>
    <w:rsid w:val="00BE7AC9"/>
    <w:rsid w:val="00BF0512"/>
    <w:rsid w:val="00C240D5"/>
    <w:rsid w:val="00C41860"/>
    <w:rsid w:val="00C55B29"/>
    <w:rsid w:val="00C6765F"/>
    <w:rsid w:val="00CB5587"/>
    <w:rsid w:val="00D253BC"/>
    <w:rsid w:val="00D51195"/>
    <w:rsid w:val="00D723BE"/>
    <w:rsid w:val="00DB511B"/>
    <w:rsid w:val="00DC16B5"/>
    <w:rsid w:val="00DC7338"/>
    <w:rsid w:val="00DD633E"/>
    <w:rsid w:val="00DD6ED1"/>
    <w:rsid w:val="00E12485"/>
    <w:rsid w:val="00E20822"/>
    <w:rsid w:val="00E3638E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16</cp:revision>
  <cp:lastPrinted>2019-03-25T16:37:00Z</cp:lastPrinted>
  <dcterms:created xsi:type="dcterms:W3CDTF">2019-03-25T16:34:00Z</dcterms:created>
  <dcterms:modified xsi:type="dcterms:W3CDTF">2019-03-25T16:41:00Z</dcterms:modified>
</cp:coreProperties>
</file>